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5F2C9B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 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5F2C9B" w:rsidP="00354870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</w:t>
            </w:r>
            <w:bookmarkStart w:id="0" w:name="_GoBack"/>
            <w:bookmarkEnd w:id="0"/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54870">
              <w:rPr>
                <w:rFonts w:ascii="Arial" w:hAnsi="Arial" w:cs="Arial"/>
                <w:sz w:val="18"/>
                <w:szCs w:val="18"/>
              </w:rPr>
              <w:t>51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5F2C9B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54870">
              <w:rPr>
                <w:rFonts w:ascii="Arial" w:hAnsi="Arial" w:cs="Arial"/>
                <w:noProof/>
                <w:sz w:val="18"/>
                <w:szCs w:val="18"/>
              </w:rPr>
              <w:t>Thursday, 2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5F2C9B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354870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Referred from prison with leg ulcers, Diabetes, H/O IVDA. Please assess venous duplex and arterial spot check.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096022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50013ED7" wp14:editId="5AD49B04">
                      <wp:simplePos x="0" y="0"/>
                      <wp:positionH relativeFrom="column">
                        <wp:posOffset>3521122</wp:posOffset>
                      </wp:positionH>
                      <wp:positionV relativeFrom="paragraph">
                        <wp:posOffset>3657126</wp:posOffset>
                      </wp:positionV>
                      <wp:extent cx="1037230" cy="402609"/>
                      <wp:effectExtent l="0" t="0" r="29845" b="35560"/>
                      <wp:wrapNone/>
                      <wp:docPr id="207" name="Straight Connector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7230" cy="40260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C5CB4A" id="Straight Connector 207" o:spid="_x0000_s1026" style="position:absolute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7.25pt,287.95pt" to="358.9pt,3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3685540</wp:posOffset>
                      </wp:positionH>
                      <wp:positionV relativeFrom="paragraph">
                        <wp:posOffset>3083721</wp:posOffset>
                      </wp:positionV>
                      <wp:extent cx="1037230" cy="402609"/>
                      <wp:effectExtent l="0" t="0" r="29845" b="35560"/>
                      <wp:wrapNone/>
                      <wp:docPr id="206" name="Straight Connector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37230" cy="402609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7E1884" id="Straight Connector 206" o:spid="_x0000_s1026" style="position:absolute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0.2pt,242.8pt" to="371.85pt,27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61149241" wp14:editId="6D3B9F0D">
                      <wp:simplePos x="0" y="0"/>
                      <wp:positionH relativeFrom="column">
                        <wp:posOffset>1589964</wp:posOffset>
                      </wp:positionH>
                      <wp:positionV relativeFrom="paragraph">
                        <wp:posOffset>3677598</wp:posOffset>
                      </wp:positionV>
                      <wp:extent cx="1071349" cy="491320"/>
                      <wp:effectExtent l="0" t="0" r="33655" b="23495"/>
                      <wp:wrapNone/>
                      <wp:docPr id="205" name="Straight Connector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349" cy="491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034D04" id="Straight Connector 205" o:spid="_x0000_s1026" style="position:absolute;flip:y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5.2pt,289.55pt" to="209.55pt,3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61149241" wp14:editId="6D3B9F0D">
                      <wp:simplePos x="0" y="0"/>
                      <wp:positionH relativeFrom="column">
                        <wp:posOffset>1419368</wp:posOffset>
                      </wp:positionH>
                      <wp:positionV relativeFrom="paragraph">
                        <wp:posOffset>3179455</wp:posOffset>
                      </wp:positionV>
                      <wp:extent cx="1071349" cy="491320"/>
                      <wp:effectExtent l="0" t="0" r="33655" b="23495"/>
                      <wp:wrapNone/>
                      <wp:docPr id="202" name="Straight Connector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349" cy="491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D67A62" id="Straight Connector 202" o:spid="_x0000_s1026" style="position:absolute;flip:y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1.75pt,250.35pt" to="196.1pt,28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>
                      <wp:simplePos x="0" y="0"/>
                      <wp:positionH relativeFrom="column">
                        <wp:posOffset>1365941</wp:posOffset>
                      </wp:positionH>
                      <wp:positionV relativeFrom="paragraph">
                        <wp:posOffset>2633610</wp:posOffset>
                      </wp:positionV>
                      <wp:extent cx="1071349" cy="491320"/>
                      <wp:effectExtent l="0" t="0" r="33655" b="23495"/>
                      <wp:wrapNone/>
                      <wp:docPr id="162" name="Straight Connector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071349" cy="491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7D415B" id="Straight Connector 162" o:spid="_x0000_s1026" style="position:absolute;flip: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7.55pt,207.35pt" to="191.9pt,2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9602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6F44FDBF" wp14:editId="44C772DC">
                      <wp:simplePos x="0" y="0"/>
                      <wp:positionH relativeFrom="column">
                        <wp:posOffset>4994588</wp:posOffset>
                      </wp:positionH>
                      <wp:positionV relativeFrom="paragraph">
                        <wp:posOffset>4065838</wp:posOffset>
                      </wp:positionV>
                      <wp:extent cx="1146175" cy="13335"/>
                      <wp:effectExtent l="0" t="0" r="34925" b="24765"/>
                      <wp:wrapNone/>
                      <wp:docPr id="160" name="Straight Connector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175" cy="133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869527B" id="Straight Connector 160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25pt,320.15pt" to="483.5pt,32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09602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 wp14:anchorId="0F70763A" wp14:editId="68744085">
                      <wp:simplePos x="0" y="0"/>
                      <wp:positionH relativeFrom="column">
                        <wp:posOffset>4989195</wp:posOffset>
                      </wp:positionH>
                      <wp:positionV relativeFrom="paragraph">
                        <wp:posOffset>3363595</wp:posOffset>
                      </wp:positionV>
                      <wp:extent cx="1146175" cy="13335"/>
                      <wp:effectExtent l="0" t="0" r="34925" b="24765"/>
                      <wp:wrapNone/>
                      <wp:docPr id="159" name="Straight Connector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175" cy="1333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7DF3B12" id="Straight Connector 159" o:spid="_x0000_s1026" style="position:absolute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85pt,264.85pt" to="483.1pt,26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4323C81A" wp14:editId="4EC05992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3690753</wp:posOffset>
                      </wp:positionV>
                      <wp:extent cx="1146412" cy="13648"/>
                      <wp:effectExtent l="0" t="0" r="34925" b="24765"/>
                      <wp:wrapNone/>
                      <wp:docPr id="154" name="Straight Connector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412" cy="136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B508CC4" id="Straight Connector 154" o:spid="_x0000_s1026" style="position:absolute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pt,290.6pt" to="87.05pt,29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323C81A" wp14:editId="4EC05992">
                      <wp:simplePos x="0" y="0"/>
                      <wp:positionH relativeFrom="column">
                        <wp:posOffset>-34119</wp:posOffset>
                      </wp:positionH>
                      <wp:positionV relativeFrom="paragraph">
                        <wp:posOffset>4223508</wp:posOffset>
                      </wp:positionV>
                      <wp:extent cx="1146412" cy="13648"/>
                      <wp:effectExtent l="0" t="0" r="34925" b="24765"/>
                      <wp:wrapNone/>
                      <wp:docPr id="158" name="Straight Connector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412" cy="136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8B2A90" id="Straight Connector 158" o:spid="_x0000_s1026" style="position:absolute;flip: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7pt,332.55pt" to="87.55pt,3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-32954</wp:posOffset>
                      </wp:positionH>
                      <wp:positionV relativeFrom="paragraph">
                        <wp:posOffset>3179521</wp:posOffset>
                      </wp:positionV>
                      <wp:extent cx="1146412" cy="13648"/>
                      <wp:effectExtent l="0" t="0" r="34925" b="2476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46412" cy="13648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0BD963" id="Straight Connector 8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250.35pt" to="87.65pt,25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5624043</wp:posOffset>
                      </wp:positionH>
                      <wp:positionV relativeFrom="paragraph">
                        <wp:posOffset>2258296</wp:posOffset>
                      </wp:positionV>
                      <wp:extent cx="90832" cy="1128765"/>
                      <wp:effectExtent l="19050" t="19050" r="23495" b="14605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32" cy="1128765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  <a:gd name="connsiteX0" fmla="*/ 4867 w 9604"/>
                                  <a:gd name="connsiteY0" fmla="*/ 0 h 8704"/>
                                  <a:gd name="connsiteX1" fmla="*/ 9604 w 9604"/>
                                  <a:gd name="connsiteY1" fmla="*/ 778 h 8704"/>
                                  <a:gd name="connsiteX2" fmla="*/ 4867 w 9604"/>
                                  <a:gd name="connsiteY2" fmla="*/ 3111 h 8704"/>
                                  <a:gd name="connsiteX3" fmla="*/ 130 w 9604"/>
                                  <a:gd name="connsiteY3" fmla="*/ 5852 h 8704"/>
                                  <a:gd name="connsiteX4" fmla="*/ 1709 w 9604"/>
                                  <a:gd name="connsiteY4" fmla="*/ 8704 h 8704"/>
                                  <a:gd name="connsiteX0" fmla="*/ 4933 w 9865"/>
                                  <a:gd name="connsiteY0" fmla="*/ 0 h 6723"/>
                                  <a:gd name="connsiteX1" fmla="*/ 9865 w 9865"/>
                                  <a:gd name="connsiteY1" fmla="*/ 894 h 6723"/>
                                  <a:gd name="connsiteX2" fmla="*/ 4933 w 9865"/>
                                  <a:gd name="connsiteY2" fmla="*/ 3574 h 6723"/>
                                  <a:gd name="connsiteX3" fmla="*/ 0 w 9865"/>
                                  <a:gd name="connsiteY3" fmla="*/ 6723 h 6723"/>
                                  <a:gd name="connsiteX0" fmla="*/ 5001 w 10000"/>
                                  <a:gd name="connsiteY0" fmla="*/ 0 h 9376"/>
                                  <a:gd name="connsiteX1" fmla="*/ 10000 w 10000"/>
                                  <a:gd name="connsiteY1" fmla="*/ 1330 h 9376"/>
                                  <a:gd name="connsiteX2" fmla="*/ 5001 w 10000"/>
                                  <a:gd name="connsiteY2" fmla="*/ 5316 h 9376"/>
                                  <a:gd name="connsiteX3" fmla="*/ 0 w 10000"/>
                                  <a:gd name="connsiteY3" fmla="*/ 9376 h 937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000" h="9376">
                                    <a:moveTo>
                                      <a:pt x="5001" y="0"/>
                                    </a:moveTo>
                                    <a:cubicBezTo>
                                      <a:pt x="7500" y="222"/>
                                      <a:pt x="10000" y="443"/>
                                      <a:pt x="10000" y="1330"/>
                                    </a:cubicBezTo>
                                    <a:cubicBezTo>
                                      <a:pt x="10000" y="2215"/>
                                      <a:pt x="6668" y="3975"/>
                                      <a:pt x="5001" y="5316"/>
                                    </a:cubicBezTo>
                                    <a:cubicBezTo>
                                      <a:pt x="3334" y="6657"/>
                                      <a:pt x="557" y="7784"/>
                                      <a:pt x="0" y="9376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374F9" id="Freeform 321" o:spid="_x0000_s1026" style="position:absolute;margin-left:442.85pt;margin-top:177.8pt;width:7.15pt;height:88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9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" path="m5001,v2499,222,4999,443,4999,1330c10000,2215,6668,3975,5001,5316,3334,6657,557,7784,,9376e" filled="f" strokecolor="navy" strokeweight="2.25pt">
                      <v:path arrowok="t" o:connecttype="custom" o:connectlocs="45425,0;90832,160117;45425,639987;0,1128765" o:connectangles="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3802067</wp:posOffset>
                      </wp:positionH>
                      <wp:positionV relativeFrom="paragraph">
                        <wp:posOffset>443145</wp:posOffset>
                      </wp:positionV>
                      <wp:extent cx="645795" cy="2859274"/>
                      <wp:effectExtent l="19050" t="19050" r="40005" b="1778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45795" cy="2859274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  <a:gd name="connsiteX0" fmla="*/ 1237 w 9821"/>
                                  <a:gd name="connsiteY0" fmla="*/ 0 h 9575"/>
                                  <a:gd name="connsiteX1" fmla="*/ 233 w 9821"/>
                                  <a:gd name="connsiteY1" fmla="*/ 466 h 9575"/>
                                  <a:gd name="connsiteX2" fmla="*/ 156 w 9821"/>
                                  <a:gd name="connsiteY2" fmla="*/ 1397 h 9575"/>
                                  <a:gd name="connsiteX3" fmla="*/ 2010 w 9821"/>
                                  <a:gd name="connsiteY3" fmla="*/ 2356 h 9575"/>
                                  <a:gd name="connsiteX4" fmla="*/ 7183 w 9821"/>
                                  <a:gd name="connsiteY4" fmla="*/ 3767 h 9575"/>
                                  <a:gd name="connsiteX5" fmla="*/ 9345 w 9821"/>
                                  <a:gd name="connsiteY5" fmla="*/ 4562 h 9575"/>
                                  <a:gd name="connsiteX6" fmla="*/ 9809 w 9821"/>
                                  <a:gd name="connsiteY6" fmla="*/ 5192 h 9575"/>
                                  <a:gd name="connsiteX7" fmla="*/ 9037 w 9821"/>
                                  <a:gd name="connsiteY7" fmla="*/ 6164 h 9575"/>
                                  <a:gd name="connsiteX8" fmla="*/ 7106 w 9821"/>
                                  <a:gd name="connsiteY8" fmla="*/ 7712 h 9575"/>
                                  <a:gd name="connsiteX9" fmla="*/ 4635 w 9821"/>
                                  <a:gd name="connsiteY9" fmla="*/ 8863 h 9575"/>
                                  <a:gd name="connsiteX10" fmla="*/ 3708 w 9821"/>
                                  <a:gd name="connsiteY10" fmla="*/ 9575 h 9575"/>
                                  <a:gd name="connsiteX0" fmla="*/ 1260 w 10000"/>
                                  <a:gd name="connsiteY0" fmla="*/ 0 h 9256"/>
                                  <a:gd name="connsiteX1" fmla="*/ 237 w 10000"/>
                                  <a:gd name="connsiteY1" fmla="*/ 487 h 9256"/>
                                  <a:gd name="connsiteX2" fmla="*/ 159 w 10000"/>
                                  <a:gd name="connsiteY2" fmla="*/ 1459 h 9256"/>
                                  <a:gd name="connsiteX3" fmla="*/ 2047 w 10000"/>
                                  <a:gd name="connsiteY3" fmla="*/ 2461 h 9256"/>
                                  <a:gd name="connsiteX4" fmla="*/ 7314 w 10000"/>
                                  <a:gd name="connsiteY4" fmla="*/ 3934 h 9256"/>
                                  <a:gd name="connsiteX5" fmla="*/ 9515 w 10000"/>
                                  <a:gd name="connsiteY5" fmla="*/ 4764 h 9256"/>
                                  <a:gd name="connsiteX6" fmla="*/ 9988 w 10000"/>
                                  <a:gd name="connsiteY6" fmla="*/ 5422 h 9256"/>
                                  <a:gd name="connsiteX7" fmla="*/ 9202 w 10000"/>
                                  <a:gd name="connsiteY7" fmla="*/ 6438 h 9256"/>
                                  <a:gd name="connsiteX8" fmla="*/ 7236 w 10000"/>
                                  <a:gd name="connsiteY8" fmla="*/ 8054 h 9256"/>
                                  <a:gd name="connsiteX9" fmla="*/ 4719 w 10000"/>
                                  <a:gd name="connsiteY9" fmla="*/ 9256 h 9256"/>
                                  <a:gd name="connsiteX0" fmla="*/ 1260 w 10000"/>
                                  <a:gd name="connsiteY0" fmla="*/ 0 h 8701"/>
                                  <a:gd name="connsiteX1" fmla="*/ 237 w 10000"/>
                                  <a:gd name="connsiteY1" fmla="*/ 526 h 8701"/>
                                  <a:gd name="connsiteX2" fmla="*/ 159 w 10000"/>
                                  <a:gd name="connsiteY2" fmla="*/ 1576 h 8701"/>
                                  <a:gd name="connsiteX3" fmla="*/ 2047 w 10000"/>
                                  <a:gd name="connsiteY3" fmla="*/ 2659 h 8701"/>
                                  <a:gd name="connsiteX4" fmla="*/ 7314 w 10000"/>
                                  <a:gd name="connsiteY4" fmla="*/ 4250 h 8701"/>
                                  <a:gd name="connsiteX5" fmla="*/ 9515 w 10000"/>
                                  <a:gd name="connsiteY5" fmla="*/ 5147 h 8701"/>
                                  <a:gd name="connsiteX6" fmla="*/ 9988 w 10000"/>
                                  <a:gd name="connsiteY6" fmla="*/ 5858 h 8701"/>
                                  <a:gd name="connsiteX7" fmla="*/ 9202 w 10000"/>
                                  <a:gd name="connsiteY7" fmla="*/ 6955 h 8701"/>
                                  <a:gd name="connsiteX8" fmla="*/ 7236 w 10000"/>
                                  <a:gd name="connsiteY8" fmla="*/ 8701 h 87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0000" h="8701">
                                    <a:moveTo>
                                      <a:pt x="1260" y="0"/>
                                    </a:moveTo>
                                    <a:cubicBezTo>
                                      <a:pt x="837" y="131"/>
                                      <a:pt x="425" y="263"/>
                                      <a:pt x="237" y="526"/>
                                    </a:cubicBezTo>
                                    <a:cubicBezTo>
                                      <a:pt x="51" y="789"/>
                                      <a:pt x="-146" y="1221"/>
                                      <a:pt x="159" y="1576"/>
                                    </a:cubicBezTo>
                                    <a:cubicBezTo>
                                      <a:pt x="463" y="1932"/>
                                      <a:pt x="857" y="2213"/>
                                      <a:pt x="2047" y="2659"/>
                                    </a:cubicBezTo>
                                    <a:cubicBezTo>
                                      <a:pt x="3235" y="3105"/>
                                      <a:pt x="6066" y="3835"/>
                                      <a:pt x="7314" y="4250"/>
                                    </a:cubicBezTo>
                                    <a:cubicBezTo>
                                      <a:pt x="8562" y="4666"/>
                                      <a:pt x="9073" y="4879"/>
                                      <a:pt x="9515" y="5147"/>
                                    </a:cubicBezTo>
                                    <a:cubicBezTo>
                                      <a:pt x="9958" y="5416"/>
                                      <a:pt x="10037" y="5557"/>
                                      <a:pt x="9988" y="5858"/>
                                    </a:cubicBezTo>
                                    <a:cubicBezTo>
                                      <a:pt x="9938" y="6159"/>
                                      <a:pt x="9663" y="6482"/>
                                      <a:pt x="9202" y="6955"/>
                                    </a:cubicBezTo>
                                    <a:cubicBezTo>
                                      <a:pt x="8739" y="7429"/>
                                      <a:pt x="7983" y="8194"/>
                                      <a:pt x="7236" y="8701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12AE13" id="Freeform 323" o:spid="_x0000_s1026" style="position:absolute;margin-left:299.4pt;margin-top:34.9pt;width:50.85pt;height:225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8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" path="m1260,c837,131,425,263,237,526,51,789,-146,1221,159,1576v304,356,698,637,1888,1083c3235,3105,6066,3835,7314,4250v1248,416,1759,629,2201,897c9958,5416,10037,5557,9988,5858v-50,301,-325,624,-786,1097c8739,7429,7983,8194,7236,8701e" filled="f" strokecolor="navy" strokeweight="2.25pt">
                      <v:path arrowok="t" o:connecttype="custom" o:connectlocs="81370,0;15305,172851;10268,517896;132194,873786;472334,1396611;614474,1691378;645020,1925023;594261,2285513;467297,2859274" o:connectangles="0,0,0,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1741779</wp:posOffset>
                      </wp:positionH>
                      <wp:positionV relativeFrom="paragraph">
                        <wp:posOffset>402200</wp:posOffset>
                      </wp:positionV>
                      <wp:extent cx="654006" cy="2473369"/>
                      <wp:effectExtent l="19050" t="19050" r="32385" b="22225"/>
                      <wp:wrapNone/>
                      <wp:docPr id="193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4006" cy="2473369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  <a:gd name="connsiteX0" fmla="*/ 8546 w 9226"/>
                                  <a:gd name="connsiteY0" fmla="*/ 0 h 9566"/>
                                  <a:gd name="connsiteX1" fmla="*/ 9099 w 9226"/>
                                  <a:gd name="connsiteY1" fmla="*/ 1219 h 9566"/>
                                  <a:gd name="connsiteX2" fmla="*/ 5783 w 9226"/>
                                  <a:gd name="connsiteY2" fmla="*/ 2686 h 9566"/>
                                  <a:gd name="connsiteX3" fmla="*/ 418 w 9226"/>
                                  <a:gd name="connsiteY3" fmla="*/ 4463 h 9566"/>
                                  <a:gd name="connsiteX4" fmla="*/ 632 w 9226"/>
                                  <a:gd name="connsiteY4" fmla="*/ 5992 h 9566"/>
                                  <a:gd name="connsiteX5" fmla="*/ 2878 w 9226"/>
                                  <a:gd name="connsiteY5" fmla="*/ 7707 h 9566"/>
                                  <a:gd name="connsiteX6" fmla="*/ 5141 w 9226"/>
                                  <a:gd name="connsiteY6" fmla="*/ 8926 h 9566"/>
                                  <a:gd name="connsiteX7" fmla="*/ 5997 w 9226"/>
                                  <a:gd name="connsiteY7" fmla="*/ 9566 h 9566"/>
                                  <a:gd name="connsiteX0" fmla="*/ 9263 w 9999"/>
                                  <a:gd name="connsiteY0" fmla="*/ 0 h 9331"/>
                                  <a:gd name="connsiteX1" fmla="*/ 9862 w 9999"/>
                                  <a:gd name="connsiteY1" fmla="*/ 1274 h 9331"/>
                                  <a:gd name="connsiteX2" fmla="*/ 6268 w 9999"/>
                                  <a:gd name="connsiteY2" fmla="*/ 2808 h 9331"/>
                                  <a:gd name="connsiteX3" fmla="*/ 453 w 9999"/>
                                  <a:gd name="connsiteY3" fmla="*/ 4665 h 9331"/>
                                  <a:gd name="connsiteX4" fmla="*/ 685 w 9999"/>
                                  <a:gd name="connsiteY4" fmla="*/ 6264 h 9331"/>
                                  <a:gd name="connsiteX5" fmla="*/ 3119 w 9999"/>
                                  <a:gd name="connsiteY5" fmla="*/ 8057 h 9331"/>
                                  <a:gd name="connsiteX6" fmla="*/ 5572 w 9999"/>
                                  <a:gd name="connsiteY6" fmla="*/ 9331 h 9331"/>
                                  <a:gd name="connsiteX0" fmla="*/ 9264 w 10000"/>
                                  <a:gd name="connsiteY0" fmla="*/ 0 h 8635"/>
                                  <a:gd name="connsiteX1" fmla="*/ 9863 w 10000"/>
                                  <a:gd name="connsiteY1" fmla="*/ 1365 h 8635"/>
                                  <a:gd name="connsiteX2" fmla="*/ 6269 w 10000"/>
                                  <a:gd name="connsiteY2" fmla="*/ 3009 h 8635"/>
                                  <a:gd name="connsiteX3" fmla="*/ 453 w 10000"/>
                                  <a:gd name="connsiteY3" fmla="*/ 4999 h 8635"/>
                                  <a:gd name="connsiteX4" fmla="*/ 685 w 10000"/>
                                  <a:gd name="connsiteY4" fmla="*/ 6713 h 8635"/>
                                  <a:gd name="connsiteX5" fmla="*/ 3119 w 10000"/>
                                  <a:gd name="connsiteY5" fmla="*/ 8635 h 8635"/>
                                  <a:gd name="connsiteX0" fmla="*/ 9224 w 9960"/>
                                  <a:gd name="connsiteY0" fmla="*/ 0 h 8943"/>
                                  <a:gd name="connsiteX1" fmla="*/ 9823 w 9960"/>
                                  <a:gd name="connsiteY1" fmla="*/ 1581 h 8943"/>
                                  <a:gd name="connsiteX2" fmla="*/ 6229 w 9960"/>
                                  <a:gd name="connsiteY2" fmla="*/ 3485 h 8943"/>
                                  <a:gd name="connsiteX3" fmla="*/ 413 w 9960"/>
                                  <a:gd name="connsiteY3" fmla="*/ 5789 h 8943"/>
                                  <a:gd name="connsiteX4" fmla="*/ 645 w 9960"/>
                                  <a:gd name="connsiteY4" fmla="*/ 7774 h 8943"/>
                                  <a:gd name="connsiteX5" fmla="*/ 2040 w 9960"/>
                                  <a:gd name="connsiteY5" fmla="*/ 8943 h 8943"/>
                                  <a:gd name="connsiteX0" fmla="*/ 9253 w 9992"/>
                                  <a:gd name="connsiteY0" fmla="*/ 0 h 9731"/>
                                  <a:gd name="connsiteX1" fmla="*/ 9854 w 9992"/>
                                  <a:gd name="connsiteY1" fmla="*/ 1768 h 9731"/>
                                  <a:gd name="connsiteX2" fmla="*/ 6246 w 9992"/>
                                  <a:gd name="connsiteY2" fmla="*/ 3897 h 9731"/>
                                  <a:gd name="connsiteX3" fmla="*/ 407 w 9992"/>
                                  <a:gd name="connsiteY3" fmla="*/ 6473 h 9731"/>
                                  <a:gd name="connsiteX4" fmla="*/ 640 w 9992"/>
                                  <a:gd name="connsiteY4" fmla="*/ 8693 h 9731"/>
                                  <a:gd name="connsiteX5" fmla="*/ 1831 w 9992"/>
                                  <a:gd name="connsiteY5" fmla="*/ 9731 h 973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9992" h="9731">
                                    <a:moveTo>
                                      <a:pt x="9253" y="0"/>
                                    </a:moveTo>
                                    <a:cubicBezTo>
                                      <a:pt x="9330" y="294"/>
                                      <a:pt x="10358" y="1119"/>
                                      <a:pt x="9854" y="1768"/>
                                    </a:cubicBezTo>
                                    <a:cubicBezTo>
                                      <a:pt x="9349" y="2419"/>
                                      <a:pt x="7817" y="3112"/>
                                      <a:pt x="6246" y="3897"/>
                                    </a:cubicBezTo>
                                    <a:cubicBezTo>
                                      <a:pt x="4674" y="4681"/>
                                      <a:pt x="1337" y="5675"/>
                                      <a:pt x="407" y="6473"/>
                                    </a:cubicBezTo>
                                    <a:cubicBezTo>
                                      <a:pt x="-525" y="7274"/>
                                      <a:pt x="403" y="8150"/>
                                      <a:pt x="640" y="8693"/>
                                    </a:cubicBezTo>
                                    <a:cubicBezTo>
                                      <a:pt x="877" y="9236"/>
                                      <a:pt x="1017" y="9020"/>
                                      <a:pt x="1831" y="9731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21E4B8" id="Freeform 320" o:spid="_x0000_s1026" style="position:absolute;margin-left:137.15pt;margin-top:31.65pt;width:51.5pt;height:19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92,9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" path="m9253,v77,294,1105,1119,601,1768c9349,2419,7817,3112,6246,3897,4674,4681,1337,5675,407,6473v-932,801,-4,1677,233,2220c877,9236,1017,9020,1831,9731e" filled="f" strokecolor="navy" strokeweight="2.25pt">
                      <v:path arrowok="t" o:connecttype="custom" o:connectlocs="605636,0;644973,449380;408819,990517;26639,1645270;41890,2209536;119844,2473369" o:connectangles="0,0,0,0,0,0"/>
                    </v:shape>
                  </w:pict>
                </mc:Fallback>
              </mc:AlternateContent>
            </w: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519781</wp:posOffset>
                      </wp:positionH>
                      <wp:positionV relativeFrom="paragraph">
                        <wp:posOffset>2285591</wp:posOffset>
                      </wp:positionV>
                      <wp:extent cx="69828" cy="901465"/>
                      <wp:effectExtent l="19050" t="19050" r="26035" b="13335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9828" cy="901465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  <a:gd name="connsiteX0" fmla="*/ 4225 w 9610"/>
                                  <a:gd name="connsiteY0" fmla="*/ 0 h 8456"/>
                                  <a:gd name="connsiteX1" fmla="*/ 0 w 9610"/>
                                  <a:gd name="connsiteY1" fmla="*/ 1029 h 8456"/>
                                  <a:gd name="connsiteX2" fmla="*/ 4225 w 9610"/>
                                  <a:gd name="connsiteY2" fmla="*/ 2831 h 8456"/>
                                  <a:gd name="connsiteX3" fmla="*/ 9296 w 9610"/>
                                  <a:gd name="connsiteY3" fmla="*/ 6029 h 8456"/>
                                  <a:gd name="connsiteX4" fmla="*/ 8451 w 9610"/>
                                  <a:gd name="connsiteY4" fmla="*/ 8456 h 8456"/>
                                  <a:gd name="connsiteX0" fmla="*/ 4396 w 9673"/>
                                  <a:gd name="connsiteY0" fmla="*/ 0 h 7130"/>
                                  <a:gd name="connsiteX1" fmla="*/ 0 w 9673"/>
                                  <a:gd name="connsiteY1" fmla="*/ 1217 h 7130"/>
                                  <a:gd name="connsiteX2" fmla="*/ 4396 w 9673"/>
                                  <a:gd name="connsiteY2" fmla="*/ 3348 h 7130"/>
                                  <a:gd name="connsiteX3" fmla="*/ 9673 w 9673"/>
                                  <a:gd name="connsiteY3" fmla="*/ 7130 h 7130"/>
                                  <a:gd name="connsiteX0" fmla="*/ 4545 w 8359"/>
                                  <a:gd name="connsiteY0" fmla="*/ 0 h 7924"/>
                                  <a:gd name="connsiteX1" fmla="*/ 0 w 8359"/>
                                  <a:gd name="connsiteY1" fmla="*/ 1707 h 7924"/>
                                  <a:gd name="connsiteX2" fmla="*/ 4545 w 8359"/>
                                  <a:gd name="connsiteY2" fmla="*/ 4696 h 7924"/>
                                  <a:gd name="connsiteX3" fmla="*/ 8359 w 8359"/>
                                  <a:gd name="connsiteY3" fmla="*/ 7924 h 7924"/>
                                  <a:gd name="connsiteX0" fmla="*/ 5437 w 10000"/>
                                  <a:gd name="connsiteY0" fmla="*/ 0 h 9104"/>
                                  <a:gd name="connsiteX1" fmla="*/ 0 w 10000"/>
                                  <a:gd name="connsiteY1" fmla="*/ 2154 h 9104"/>
                                  <a:gd name="connsiteX2" fmla="*/ 5437 w 10000"/>
                                  <a:gd name="connsiteY2" fmla="*/ 5926 h 9104"/>
                                  <a:gd name="connsiteX3" fmla="*/ 10000 w 10000"/>
                                  <a:gd name="connsiteY3" fmla="*/ 9104 h 910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000" h="9104">
                                    <a:moveTo>
                                      <a:pt x="5437" y="0"/>
                                    </a:moveTo>
                                    <a:cubicBezTo>
                                      <a:pt x="2719" y="584"/>
                                      <a:pt x="0" y="1169"/>
                                      <a:pt x="0" y="2154"/>
                                    </a:cubicBezTo>
                                    <a:cubicBezTo>
                                      <a:pt x="0" y="3141"/>
                                      <a:pt x="3770" y="4768"/>
                                      <a:pt x="5437" y="5926"/>
                                    </a:cubicBezTo>
                                    <a:cubicBezTo>
                                      <a:pt x="7104" y="7084"/>
                                      <a:pt x="9094" y="7143"/>
                                      <a:pt x="10000" y="910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6EBA3F" id="Freeform 322" o:spid="_x0000_s1026" style="position:absolute;margin-left:40.95pt;margin-top:179.95pt;width:5.5pt;height:71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000,9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" path="m5437,c2719,584,,1169,,2154v,987,3770,2614,5437,3772c7104,7084,9094,7143,10000,9104e" filled="f" strokecolor="navy" strokeweight="2.25pt">
                      <v:path arrowok="t" o:connecttype="custom" o:connectlocs="37965,0;0,213286;37965,586784;69828,901465" o:connectangles="0,0,0,0"/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7" o:spid="_x0000_s1026" type="#_x0000_t202" style="position:absolute;left:0;text-align:left;margin-left:4.3pt;margin-top:.9pt;width:99.5pt;height:6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274DEA" id="Group 301" o:spid="_x0000_s1026" style="position:absolute;margin-left:83.7pt;margin-top:3.05pt;width:142.35pt;height:386.75pt;z-index:251651584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C090DA" id="Group 269" o:spid="_x0000_s1026" style="position:absolute;margin-left:7.85pt;margin-top:12.5pt;width:85.05pt;height:373.65pt;flip:x;z-index:251649536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2E9DBD8" id="Group 256" o:spid="_x0000_s1026" style="position:absolute;margin-left:395.95pt;margin-top:12.6pt;width:85.6pt;height:373.65pt;z-index:251648512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C77B5FE" id="Group 282" o:spid="_x0000_s1026" style="position:absolute;margin-left:262.3pt;margin-top:3.05pt;width:142.05pt;height:386.75pt;z-index:251650560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B4229F" id="Group 326" o:spid="_x0000_s1026" style="position:absolute;margin-left:68.7pt;margin-top:1.4pt;width:15.35pt;height:6.85pt;z-index:251658752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2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516782" id="Group 333" o:spid="_x0000_s1026" style="position:absolute;margin-left:212.6pt;margin-top:1.4pt;width:15.35pt;height:6.85pt;z-index:251660800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9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C3FFCA" id="Group 329" o:spid="_x0000_s1026" style="position:absolute;margin-left:158.2pt;margin-top:1.3pt;width:15.35pt;height:6.75pt;z-index:251659776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E49A2B3" id="Line 3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55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6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7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AEDEA5" id="Group 338" o:spid="_x0000_s1026" style="position:absolute;margin-left:309.45pt;margin-top:1.25pt;width:15.35pt;height:7.05pt;z-index:251661824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894682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951099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Pr="001906A2">
              <w:rPr>
                <w:rFonts w:ascii="Arial" w:hAnsi="Arial" w:cs="Arial"/>
                <w:sz w:val="18"/>
                <w:szCs w:val="20"/>
              </w:rPr>
              <w:t xml:space="preserve"> and competent.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096022" w:rsidP="0009602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demonstrable reflux throughout. However, the SSV is dilated from the SPJ, measuring 5.7mm in diameter.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096022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No demonstrable reflux throughout. However, the SSV is dilated from the SPJ, measuring 6.1mm in diameter.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Arterial spot check: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951099" w:rsidRDefault="00096022" w:rsidP="00096022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runoff seen in the proximal calf.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096022" w:rsidP="0009602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Triphasic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 xml:space="preserve"> runoff seen in the </w:t>
            </w:r>
            <w:proofErr w:type="spellStart"/>
            <w:r>
              <w:rPr>
                <w:rFonts w:ascii="Arial" w:hAnsi="Arial"/>
                <w:bCs/>
                <w:sz w:val="18"/>
                <w:szCs w:val="18"/>
              </w:rPr>
              <w:t>prox</w:t>
            </w:r>
            <w:proofErr w:type="spellEnd"/>
            <w:r>
              <w:rPr>
                <w:rFonts w:ascii="Arial" w:hAnsi="Arial"/>
                <w:bCs/>
                <w:sz w:val="18"/>
                <w:szCs w:val="18"/>
              </w:rPr>
              <w:t>-mid calf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096022" w:rsidRPr="001906A2" w:rsidRDefault="00096022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096022" w:rsidRPr="001906A2" w:rsidRDefault="00096022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870" w:rsidRDefault="00354870">
      <w:r>
        <w:separator/>
      </w:r>
    </w:p>
  </w:endnote>
  <w:endnote w:type="continuationSeparator" w:id="0">
    <w:p w:rsidR="00354870" w:rsidRDefault="0035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870" w:rsidRDefault="00354870">
      <w:r>
        <w:separator/>
      </w:r>
    </w:p>
  </w:footnote>
  <w:footnote w:type="continuationSeparator" w:id="0">
    <w:p w:rsidR="00354870" w:rsidRDefault="00354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870"/>
    <w:rsid w:val="00050E18"/>
    <w:rsid w:val="0007640A"/>
    <w:rsid w:val="00082FF5"/>
    <w:rsid w:val="00096022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54870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2C9B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7C9A6896"/>
  <w15:chartTrackingRefBased/>
  <w15:docId w15:val="{0E1C99E3-BAF4-45C4-A252-3D51F962B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0960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096022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2020-07-02T10:58:00Z</cp:lastPrinted>
  <dcterms:created xsi:type="dcterms:W3CDTF">2020-08-07T09:59:00Z</dcterms:created>
  <dcterms:modified xsi:type="dcterms:W3CDTF">2020-08-07T09:59:00Z</dcterms:modified>
  <cp:category>Patient Report</cp:category>
</cp:coreProperties>
</file>